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76DBA5F-7A3C-4627-95D5-82AC1B2EC3B6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